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1"/>
        <w:gridCol w:w="3836"/>
        <w:gridCol w:w="3829"/>
        <w:gridCol w:w="13"/>
      </w:tblGrid>
      <w:tr w:rsidR="003B7DF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C17B5B">
            <w:pPr>
              <w:rPr>
                <w:sz w:val="18"/>
                <w:szCs w:val="18"/>
              </w:rPr>
            </w:pP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984503">
            <w:pPr>
              <w:rPr>
                <w:rFonts w:ascii="Arial" w:hAnsi="Arial" w:cs="Arial"/>
                <w:sz w:val="18"/>
                <w:szCs w:val="18"/>
              </w:rPr>
            </w:pPr>
            <w:r w:rsidRPr="00C17B5B">
              <w:rPr>
                <w:rFonts w:ascii="Arial" w:hAnsi="Arial" w:cs="Arial"/>
                <w:sz w:val="18"/>
                <w:szCs w:val="18"/>
              </w:rPr>
              <w:t>bilateral calf claudication at 50 yards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84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85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B5910F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2425700</wp:posOffset>
                      </wp:positionH>
                      <wp:positionV relativeFrom="paragraph">
                        <wp:posOffset>1962785</wp:posOffset>
                      </wp:positionV>
                      <wp:extent cx="167640" cy="452755"/>
                      <wp:effectExtent l="12065" t="12700" r="10795" b="20320"/>
                      <wp:wrapNone/>
                      <wp:docPr id="83" name="Freeform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452755"/>
                              </a:xfrm>
                              <a:custGeom>
                                <a:avLst/>
                                <a:gdLst>
                                  <a:gd name="T0" fmla="*/ 0 w 264"/>
                                  <a:gd name="T1" fmla="*/ 599 h 713"/>
                                  <a:gd name="T2" fmla="*/ 129 w 264"/>
                                  <a:gd name="T3" fmla="*/ 0 h 713"/>
                                  <a:gd name="T4" fmla="*/ 264 w 264"/>
                                  <a:gd name="T5" fmla="*/ 14 h 713"/>
                                  <a:gd name="T6" fmla="*/ 100 w 264"/>
                                  <a:gd name="T7" fmla="*/ 713 h 713"/>
                                  <a:gd name="T8" fmla="*/ 0 w 264"/>
                                  <a:gd name="T9" fmla="*/ 642 h 7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64" h="713">
                                    <a:moveTo>
                                      <a:pt x="0" y="599"/>
                                    </a:moveTo>
                                    <a:lnTo>
                                      <a:pt x="129" y="0"/>
                                    </a:lnTo>
                                    <a:lnTo>
                                      <a:pt x="264" y="14"/>
                                    </a:lnTo>
                                    <a:lnTo>
                                      <a:pt x="100" y="713"/>
                                    </a:lnTo>
                                    <a:lnTo>
                                      <a:pt x="0" y="642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55B2471" id="Freeform 834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1pt,184.5pt,197.45pt,154.55pt,204.2pt,155.25pt,196pt,190.2pt,191pt,186.65pt" coordsize="264,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" fillcolor="silver">
                      <v:path arrowok="t" o:connecttype="custom" o:connectlocs="0,380365;81915,0;167640,8890;63500,452755;0,407670" o:connectangles="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3180715</wp:posOffset>
                      </wp:positionV>
                      <wp:extent cx="306070" cy="152400"/>
                      <wp:effectExtent l="3810" t="1905" r="4445" b="7620"/>
                      <wp:wrapNone/>
                      <wp:docPr id="82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7" o:spid="_x0000_s1026" type="#_x0000_t202" style="position:absolute;left:0;text-align:left;margin-left:185.85pt;margin-top:250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3164205</wp:posOffset>
                      </wp:positionV>
                      <wp:extent cx="306070" cy="152400"/>
                      <wp:effectExtent l="635" t="4445" r="7620" b="5080"/>
                      <wp:wrapNone/>
                      <wp:docPr id="81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27" type="#_x0000_t202" style="position:absolute;left:0;text-align:left;margin-left:276.35pt;margin-top:249.1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tM9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8&#10;SDASpIMavdDBorUc0Dwbuw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2900680</wp:posOffset>
                      </wp:positionV>
                      <wp:extent cx="306070" cy="152400"/>
                      <wp:effectExtent l="6350" t="7620" r="1905" b="1905"/>
                      <wp:wrapNone/>
                      <wp:docPr id="80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28" type="#_x0000_t202" style="position:absolute;left:0;text-align:left;margin-left:272.3pt;margin-top:228.4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2383790</wp:posOffset>
                      </wp:positionH>
                      <wp:positionV relativeFrom="paragraph">
                        <wp:posOffset>2939415</wp:posOffset>
                      </wp:positionV>
                      <wp:extent cx="306070" cy="152400"/>
                      <wp:effectExtent l="8255" t="8255" r="0" b="1270"/>
                      <wp:wrapNone/>
                      <wp:docPr id="69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29" type="#_x0000_t202" style="position:absolute;left:0;text-align:left;margin-left:187.7pt;margin-top:231.4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fZ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1430" r="13335" b="7620"/>
                      <wp:wrapNone/>
                      <wp:docPr id="68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AD264C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cKaFQ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Hftwpo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1430" r="7620" b="7620"/>
                      <wp:wrapNone/>
                      <wp:docPr id="67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C5830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5080" r="10795" b="13970"/>
                      <wp:wrapNone/>
                      <wp:docPr id="66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89C509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Lqq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chS6qh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0160" r="12700" b="8890"/>
                      <wp:wrapNone/>
                      <wp:docPr id="65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C8F1E1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om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AjKNom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2065" r="6350" b="6985"/>
                      <wp:wrapNone/>
                      <wp:docPr id="64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724AD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D3+EwIAACo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bNQ9/h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3335" r="7620" b="5715"/>
                      <wp:wrapNone/>
                      <wp:docPr id="31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A304E5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JA9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LsAkD0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30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0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ViqNCq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8255" r="6350" b="1270"/>
                      <wp:wrapNone/>
                      <wp:docPr id="29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51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1" type="#_x0000_t202" style="position:absolute;left:0;text-align:left;margin-left:185.7pt;margin-top:352.2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WSW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zjASpIMavdDBorUc0CKe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715" r="1270" b="3810"/>
                      <wp:wrapNone/>
                      <wp:docPr id="28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2" type="#_x0000_t202" style="position:absolute;left:0;text-align:left;margin-left:100.6pt;margin-top:323.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Y3oQ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OCOJje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3175" r="635" b="6350"/>
                      <wp:wrapNone/>
                      <wp:docPr id="27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3" type="#_x0000_t202" style="position:absolute;left:0;text-align:left;margin-left:104.4pt;margin-top:370.5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KvU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IkSAc1eqGDRSs5oFk8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Q8Uk+m9J3gT/YnWTRYCixs3l8UNMW3wM0ezkTY0UscsdDNnXYFnLl2n/nKS&#10;eCNqgCK5JYyHdXRLzCcTsnP++3x5ATnNBPXYYTsEsWZnYW5lfQRJaQklB3XAKIJFK/U3jHpo6wKb&#10;r3uiKUb8nXCydHHBHLg29LWxvTaIqACqwBajsFzbMDv2SrNdCy+FRhDyEaTcMC8zp/kQFVBxBrSu&#10;J3UaM242XNve69cwXP4E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CO7KvU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26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4" type="#_x0000_t202" style="position:absolute;left:0;text-align:left;margin-left:164.45pt;margin-top:159.4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bB6oQ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zjASpIMavdDBorUc0Dweuw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BrNOzMLeyPoKktISSgzpgFMGilfobRj20dYHN&#10;1z3RFCP+TjhZurhgDlwb+trYXhtEVABVYItRWD7aMDv2SrNdCy+FRhDyAaTcMC8zp/kQFVBxBrSu&#10;J3UaM242XNve69cwXP0E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CydsHq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25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5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9tWoA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Ik/21a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24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6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Pf9ogIAAFQ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KXj3/a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890" r="3175" b="635"/>
                      <wp:wrapNone/>
                      <wp:docPr id="23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7" type="#_x0000_t202" style="position:absolute;left:0;text-align:left;margin-left:306.7pt;margin-top:189.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/y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6QwjQXqo0QsdLXqQI5rn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k3ykzA3sjmApLSEkoM6YBTBopP6G0YDtHWJ&#10;zdcd0RQj/k44Wbq4YA5cGvrS2FwaRNQAVWKLUVg+2jA7dkqzbQcvhUYQ8h6k3DIvM6f5EBVQcQa0&#10;rid1HDNuNlza3uvXMFz9BA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dH/8lK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22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9Q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HmMkSAc1eqGDRWs5oHk2dQ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985" r="5080" b="2540"/>
                      <wp:wrapNone/>
                      <wp:docPr id="21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39" type="#_x0000_t202" style="position:absolute;left:0;text-align:left;margin-left:275.8pt;margin-top:268.8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X+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985" r="5715" b="2540"/>
                      <wp:wrapNone/>
                      <wp:docPr id="20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0" type="#_x0000_t202" style="position:absolute;left:0;text-align:left;margin-left:360.5pt;margin-top:311.6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lVowIAAFQFAAAOAAAAZHJzL2Uyb0RvYy54bWysVNuO2yAQfa/Uf0C8Z20n3iS24qw2m7qq&#10;tL1Iu/0AYuMYFQMFEjtd9d87QJJN2peq6ovNwHBmznBm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810" r="5080" b="5715"/>
                      <wp:wrapNone/>
                      <wp:docPr id="19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1" type="#_x0000_t202" style="position:absolute;left:0;text-align:left;margin-left:263.8pt;margin-top:333.1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mU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B+qiZS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715" r="4445" b="3810"/>
                      <wp:wrapNone/>
                      <wp:docPr id="18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2" type="#_x0000_t202" style="position:absolute;left:0;text-align:left;margin-left:360.6pt;margin-top:346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5I6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L3bkjq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17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3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I7FYKK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16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4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sI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bzz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a37S5UY2B1CUllBxEAdMIlh0Un/DaICuLrH5&#10;uiOaYsTfCadKFxaMgUtDXxqbS4OIGqBKbDEKy5UNo2OnNNt28FLoAyEfQckt8ypzkg9RARNnQOd6&#10;Tscp40bDpe29fs3CxU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C2Zawi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15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5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7A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C&#10;kSQd1OiFDQ49qAHN5h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5yddblR9AEUZBRUHccAkgkWrzDeMeujqEtuv&#10;O2IYRuKd9Kr0YcEYuDTMpbG5NIikAFVih1FcPro4Onba8G0LL8U+kOoelNzwoDIv+RgVMPEGdG7g&#10;dJwyfjRc2sHr1yxc/QQ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PJ/HsC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4445" r="6350" b="5080"/>
                      <wp:wrapNone/>
                      <wp:docPr id="14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6" type="#_x0000_t202" style="position:absolute;left:0;text-align:left;margin-left:293.7pt;margin-top:109.65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YaL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C/lYaL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13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7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2E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E4wE6aBGL3SwaCUHNJ1N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AL7t2E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4445" r="3175" b="5080"/>
                      <wp:wrapNone/>
                      <wp:docPr id="12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48" type="#_x0000_t202" style="position:absolute;left:0;text-align:left;margin-left:189.7pt;margin-top:93.1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zA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M&#10;kSQd1OiFDQ49qAHN5m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JyddblR9AEUZBRUHccAkgkWrzDeMeujqEtuv&#10;O2IYRuKd9Kr0YcEYuDTMpbG5NIikAFVih1FcPro4Onba8G0LL8U+kOoelNzwoDIv+RgVMPEGdG7g&#10;dJwyfjRc2sHr1yxc/QQ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EBeHMC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810" r="3175" b="5715"/>
                      <wp:wrapNone/>
                      <wp:docPr id="11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49" type="#_x0000_t202" style="position:absolute;left:0;text-align:left;margin-left:265.45pt;margin-top:9.8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kI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985" r="1905" b="2540"/>
                      <wp:wrapNone/>
                      <wp:docPr id="10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0" type="#_x0000_t202" style="position:absolute;left:0;text-align:left;margin-left:282.8pt;margin-top:88.1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NY+n0miAgAAUw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3810" r="1270" b="5715"/>
                      <wp:wrapNone/>
                      <wp:docPr id="9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1" type="#_x0000_t202" style="position:absolute;left:0;text-align:left;margin-left:207.1pt;margin-top:55.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WxoQ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708660</wp:posOffset>
                      </wp:positionV>
                      <wp:extent cx="306070" cy="152400"/>
                      <wp:effectExtent l="635" t="6350" r="7620" b="3175"/>
                      <wp:wrapNone/>
                      <wp:docPr id="8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C17B5B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52" type="#_x0000_t202" style="position:absolute;left:0;text-align:left;margin-left:274.1pt;margin-top:55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iT1oAIAAFI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C17B5B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6CAA6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36024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FF774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B0917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9CF39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1170C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1D13D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27676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9DD8D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63152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3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314EE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C17B5B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7F71E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51F04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93A4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4789F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Mild diffuse calcification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C17B5B">
              <w:rPr>
                <w:rFonts w:ascii="Arial" w:hAnsi="Arial" w:cs="Arial"/>
                <w:sz w:val="18"/>
                <w:szCs w:val="20"/>
              </w:rPr>
              <w:t>Patent and of normal caliber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with homogenous lightly echogenic atheroma proximal-mid thigh, reformed via collateral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C17B5B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 xml:space="preserve">Scanned </w:t>
            </w:r>
            <w:proofErr w:type="spellStart"/>
            <w:r w:rsidRPr="001B1BC9">
              <w:rPr>
                <w:rFonts w:ascii="Arial" w:hAnsi="Arial"/>
                <w:color w:val="808080"/>
                <w:sz w:val="18"/>
                <w:szCs w:val="18"/>
              </w:rPr>
              <w:t>by:</w:t>
            </w:r>
            <w:r w:rsidR="008E05BC">
              <w:rPr>
                <w:rFonts w:ascii="Arial" w:hAnsi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17B5B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B5B" w:rsidRDefault="00C17B5B">
      <w:r>
        <w:separator/>
      </w:r>
    </w:p>
  </w:endnote>
  <w:endnote w:type="continuationSeparator" w:id="0">
    <w:p w:rsidR="00C17B5B" w:rsidRDefault="00C1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B5B" w:rsidRDefault="00C17B5B">
      <w:r>
        <w:separator/>
      </w:r>
    </w:p>
  </w:footnote>
  <w:footnote w:type="continuationSeparator" w:id="0">
    <w:p w:rsidR="00C17B5B" w:rsidRDefault="00C1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C17B5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5B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4180"/>
    <w:rsid w:val="006D3249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E05BC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17B5B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E4087"/>
    <w:rsid w:val="00EF0372"/>
    <w:rsid w:val="00F1282A"/>
    <w:rsid w:val="00F476E7"/>
    <w:rsid w:val="00F6148F"/>
    <w:rsid w:val="00F754C4"/>
    <w:rsid w:val="00F87D86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132DF38D-07B1-4A7A-8332-92D8B3F3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8E05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E05B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Extremity%20Arterial\Leg\Bilateral%20Arterial%20Study%20Calcified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CF63B-2031-47BE-89C6-8444E162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Bilateral Arterial Study Calcified NL.dot</Template>
  <TotalTime>10</TotalTime>
  <Pages>1</Pages>
  <Words>95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Yeung, Alwin</dc:creator>
  <cp:keywords/>
  <cp:lastModifiedBy>Yeung, Alwin</cp:lastModifiedBy>
  <cp:revision>4</cp:revision>
  <cp:lastPrinted>2021-10-07T15:46:00Z</cp:lastPrinted>
  <dcterms:created xsi:type="dcterms:W3CDTF">2021-10-07T15:40:00Z</dcterms:created>
  <dcterms:modified xsi:type="dcterms:W3CDTF">2021-10-20T13:31:00Z</dcterms:modified>
  <cp:category>Patient Report</cp:category>
</cp:coreProperties>
</file>